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2FD0B6B8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AC4B53" w:rsidRPr="00AC4B53">
              <w:rPr>
                <w:rFonts w:eastAsia="Calibri"/>
                <w:color w:val="2E74B5"/>
              </w:rPr>
              <w:t>MTÜ Meeste Garaaž</w:t>
            </w:r>
            <w:r w:rsidR="00AC4B53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5DD591F0" w:rsidR="00F21C04" w:rsidRPr="00645CA1" w:rsidRDefault="00AC4B53" w:rsidP="00E06C31">
            <w:pPr>
              <w:rPr>
                <w:rFonts w:ascii="Times New Roman" w:eastAsia="Calibri" w:hAnsi="Times New Roman" w:cs="Times New Roman"/>
              </w:rPr>
            </w:pPr>
            <w:r w:rsidRPr="00AC4B53">
              <w:rPr>
                <w:rFonts w:eastAsia="Calibri"/>
                <w:color w:val="2E74B5"/>
              </w:rPr>
              <w:t>MTÜ Meeste Garaaž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1AFBA026" w:rsidR="00F21C04" w:rsidRPr="00645CA1" w:rsidRDefault="00AC4B5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Janno Häidberg, </w:t>
            </w:r>
            <w:hyperlink r:id="rId7" w:history="1">
              <w:r w:rsidRPr="00472193">
                <w:rPr>
                  <w:rStyle w:val="Hperlink"/>
                  <w:rFonts w:eastAsia="Calibri"/>
                </w:rPr>
                <w:t>haidbergj@gmail.com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>, 5332 3112.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2B497F95" w:rsidR="00F21C04" w:rsidRPr="00645CA1" w:rsidRDefault="00AC4B5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Coop Pank, EE924204278622534504.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580A02CC" w14:textId="1FDE08CB" w:rsidR="00AC4B53" w:rsidRPr="00AC4B53" w:rsidRDefault="00AC4B5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eastAsia="Calibri"/>
                <w:color w:val="2E74B5"/>
              </w:rPr>
              <w:t xml:space="preserve">Põhikirja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>
              <w:rPr>
                <w:rFonts w:ascii="Times New Roman" w:eastAsia="Calibri" w:hAnsi="Times New Roman" w:cs="Times New Roman"/>
                <w:color w:val="2E74B5"/>
              </w:rPr>
              <w:t>juhatuse liige Janno Hä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2E74B5"/>
              </w:rPr>
              <w:t>idberg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62A34" w14:textId="77777777" w:rsidR="00790C51" w:rsidRDefault="00790C51" w:rsidP="00DF44DF">
      <w:r>
        <w:separator/>
      </w:r>
    </w:p>
  </w:endnote>
  <w:endnote w:type="continuationSeparator" w:id="0">
    <w:p w14:paraId="655634DD" w14:textId="77777777" w:rsidR="00790C51" w:rsidRDefault="00790C51" w:rsidP="00DF44DF">
      <w:r>
        <w:continuationSeparator/>
      </w:r>
    </w:p>
  </w:endnote>
  <w:endnote w:type="continuationNotice" w:id="1">
    <w:p w14:paraId="5278DD53" w14:textId="77777777" w:rsidR="00790C51" w:rsidRDefault="00790C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Opus Metronome Std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7EDF2" w14:textId="77777777" w:rsidR="00790C51" w:rsidRDefault="00790C51" w:rsidP="00DF44DF">
      <w:r>
        <w:separator/>
      </w:r>
    </w:p>
  </w:footnote>
  <w:footnote w:type="continuationSeparator" w:id="0">
    <w:p w14:paraId="6F3C547C" w14:textId="77777777" w:rsidR="00790C51" w:rsidRDefault="00790C51" w:rsidP="00DF44DF">
      <w:r>
        <w:continuationSeparator/>
      </w:r>
    </w:p>
  </w:footnote>
  <w:footnote w:type="continuationNotice" w:id="1">
    <w:p w14:paraId="2F383ECB" w14:textId="77777777" w:rsidR="00790C51" w:rsidRDefault="00790C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0C51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C4B53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75251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idbergj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855C4C2-C274-4A2C-942F-6404E069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</TotalTime>
  <Pages>1</Pages>
  <Words>207</Words>
  <Characters>1204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Kasutaja</cp:lastModifiedBy>
  <cp:revision>2</cp:revision>
  <cp:lastPrinted>2014-04-02T13:57:00Z</cp:lastPrinted>
  <dcterms:created xsi:type="dcterms:W3CDTF">2023-03-21T07:50:00Z</dcterms:created>
  <dcterms:modified xsi:type="dcterms:W3CDTF">2023-03-21T07:50:00Z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